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topLinePunct/>
        <w:spacing w:line="591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同意报考证明（模版）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兹有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同志，身份证号码：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</w:t>
      </w:r>
      <w:r>
        <w:rPr>
          <w:rFonts w:hint="eastAsia" w:ascii="仿宋" w:hAnsi="仿宋" w:eastAsia="仿宋" w:cs="仿宋"/>
          <w:spacing w:val="-9"/>
          <w:sz w:val="32"/>
          <w:szCs w:val="32"/>
        </w:rPr>
        <w:t>现工作单位：</w:t>
      </w:r>
      <w:r>
        <w:rPr>
          <w:rFonts w:hint="eastAsia" w:ascii="仿宋" w:hAnsi="仿宋" w:eastAsia="仿宋" w:cs="仿宋"/>
          <w:spacing w:val="-9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pacing w:val="-9"/>
          <w:sz w:val="32"/>
          <w:szCs w:val="32"/>
        </w:rPr>
        <w:t xml:space="preserve"> ，</w:t>
      </w: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我单位同意该同志报考2023年栾川县公开招聘事业单位工作人员考试</w:t>
      </w:r>
      <w:bookmarkStart w:id="0" w:name="_GoBack"/>
      <w:bookmarkEnd w:id="0"/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。</w:t>
      </w: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topLinePunct/>
        <w:spacing w:line="360" w:lineRule="auto"/>
        <w:ind w:firstLine="5920" w:firstLineChars="18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sz w:val="32"/>
          <w:szCs w:val="32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签章</w:t>
      </w:r>
      <w:r>
        <w:rPr>
          <w:rFonts w:hint="eastAsia" w:ascii="仿宋" w:hAnsi="仿宋" w:eastAsia="仿宋" w:cs="仿宋"/>
          <w:sz w:val="32"/>
          <w:szCs w:val="32"/>
        </w:rPr>
        <w:t xml:space="preserve">：                                                     </w:t>
      </w:r>
    </w:p>
    <w:p>
      <w:pPr>
        <w:wordWrap w:val="0"/>
        <w:topLinePunct/>
        <w:spacing w:line="360" w:lineRule="auto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年    月    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topLinePunct/>
        <w:spacing w:line="591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MzRjOGU5OTAyYjgyNzk4MmY0YzU2ZDJlYmNmNGIifQ=="/>
  </w:docVars>
  <w:rsids>
    <w:rsidRoot w:val="6120252F"/>
    <w:rsid w:val="001D7CDD"/>
    <w:rsid w:val="003C5CA5"/>
    <w:rsid w:val="004D0027"/>
    <w:rsid w:val="00A342D9"/>
    <w:rsid w:val="00E22A39"/>
    <w:rsid w:val="00E342DA"/>
    <w:rsid w:val="0E5F7E13"/>
    <w:rsid w:val="11600080"/>
    <w:rsid w:val="16CA7549"/>
    <w:rsid w:val="22C82D75"/>
    <w:rsid w:val="22DC35D5"/>
    <w:rsid w:val="2DAA54FB"/>
    <w:rsid w:val="2E477DA9"/>
    <w:rsid w:val="4321532B"/>
    <w:rsid w:val="43782420"/>
    <w:rsid w:val="4670192E"/>
    <w:rsid w:val="4A935862"/>
    <w:rsid w:val="57BD76E0"/>
    <w:rsid w:val="604569EB"/>
    <w:rsid w:val="6120252F"/>
    <w:rsid w:val="66061129"/>
    <w:rsid w:val="72A7301B"/>
    <w:rsid w:val="79B85BB0"/>
    <w:rsid w:val="7DCC7EE9"/>
    <w:rsid w:val="7FD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78</Characters>
  <Lines>1</Lines>
  <Paragraphs>1</Paragraphs>
  <TotalTime>12</TotalTime>
  <ScaleCrop>false</ScaleCrop>
  <LinksUpToDate>false</LinksUpToDate>
  <CharactersWithSpaces>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一路狂奔</cp:lastModifiedBy>
  <cp:lastPrinted>2019-04-09T01:15:00Z</cp:lastPrinted>
  <dcterms:modified xsi:type="dcterms:W3CDTF">2023-06-20T07:02:28Z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3578CE4086764A54A9ABFB7D754F6B16</vt:lpwstr>
  </property>
</Properties>
</file>